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8"/>
        <w:gridCol w:w="2262"/>
        <w:gridCol w:w="2076"/>
        <w:gridCol w:w="2077"/>
        <w:gridCol w:w="1661"/>
      </w:tblGrid>
      <w:tr w:rsidR="00B23747" w:rsidRPr="00993795" w:rsidTr="00F019A8">
        <w:trPr>
          <w:trHeight w:val="1980"/>
        </w:trPr>
        <w:tc>
          <w:tcPr>
            <w:tcW w:w="1778" w:type="dxa"/>
          </w:tcPr>
          <w:p w:rsidR="00B23747" w:rsidRPr="00993795" w:rsidRDefault="00F019A8" w:rsidP="00A458BA">
            <w:pPr>
              <w:rPr>
                <w:rFonts w:cs="Arial"/>
                <w:szCs w:val="12"/>
              </w:rPr>
            </w:pPr>
            <w:r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7369BA" wp14:editId="3EABE24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231140</wp:posOffset>
                      </wp:positionV>
                      <wp:extent cx="6257925" cy="1035050"/>
                      <wp:effectExtent l="0" t="0" r="28575" b="12700"/>
                      <wp:wrapNone/>
                      <wp:docPr id="9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0350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36"/>
                                    <w:gridCol w:w="5670"/>
                                  </w:tblGrid>
                                  <w:tr w:rsidR="00F019A8" w:rsidRPr="004C20E8" w:rsidTr="004C20E8">
                                    <w:tc>
                                      <w:tcPr>
                                        <w:tcW w:w="3936" w:type="dxa"/>
                                      </w:tcPr>
                                      <w:p w:rsidR="00F019A8" w:rsidRPr="001B4199" w:rsidRDefault="00F019A8" w:rsidP="00F019A8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 w:val="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1B4199">
                                          <w:rPr>
                                            <w:sz w:val="24"/>
                                            <w:szCs w:val="24"/>
                                          </w:rPr>
                                          <w:t>GHT des Alpes du Sud</w:t>
                                        </w:r>
                                      </w:p>
                                      <w:p w:rsidR="00F019A8" w:rsidRPr="00D26D69" w:rsidRDefault="00F019A8" w:rsidP="00F019A8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F019A8" w:rsidRPr="001B4199" w:rsidRDefault="00F019A8" w:rsidP="00F019A8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1B4199">
                                          <w:rPr>
                                            <w:rFonts w:ascii="Comic Sans MS" w:hAnsi="Comic Sans MS"/>
                                            <w:b/>
                                            <w:sz w:val="16"/>
                                            <w:szCs w:val="16"/>
                                          </w:rPr>
                                          <w:t>CHICAS - Cellule des Marchés</w:t>
                                        </w:r>
                                      </w:p>
                                      <w:p w:rsidR="00F019A8" w:rsidRPr="001B4199" w:rsidRDefault="00F019A8" w:rsidP="00F019A8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1B4199">
                                          <w:rPr>
                                            <w:rFonts w:ascii="Arial" w:hAnsi="Arial" w:cs="Arial"/>
                                            <w:sz w:val="14"/>
                                            <w:szCs w:val="14"/>
                                          </w:rPr>
                                          <w:t>Tél. : 04.92.40.28.04</w:t>
                                        </w:r>
                                      </w:p>
                                      <w:p w:rsidR="00F019A8" w:rsidRPr="00BE74CE" w:rsidRDefault="00F019A8" w:rsidP="00F019A8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 w:rsidRPr="001B4199">
                                          <w:rPr>
                                            <w:rFonts w:ascii="Arial" w:hAnsi="Arial" w:cs="Arial"/>
                                            <w:sz w:val="14"/>
                                            <w:szCs w:val="14"/>
                                          </w:rPr>
                                          <w:t xml:space="preserve">E-mail : </w:t>
                                        </w:r>
                                        <w:hyperlink r:id="rId11" w:history="1">
                                          <w:r w:rsidRPr="00E10D0E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4"/>
                                              <w:szCs w:val="14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</w:p>
                                      <w:p w:rsidR="00F019A8" w:rsidRDefault="00F019A8" w:rsidP="00F019A8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0" w:type="dxa"/>
                                        <w:vAlign w:val="center"/>
                                      </w:tcPr>
                                      <w:p w:rsidR="00F019A8" w:rsidRDefault="00F019A8" w:rsidP="004C20E8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7564FC97" wp14:editId="3E3B2291">
                                              <wp:extent cx="2628900" cy="781967"/>
                                              <wp:effectExtent l="0" t="0" r="0" b="0"/>
                                              <wp:docPr id="13" name="Image 13" descr="logo GHT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logo GHT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2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637272" cy="78445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</w:tbl>
                                <w:p w:rsidR="00F019A8" w:rsidRDefault="00F019A8" w:rsidP="00F019A8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F019A8" w:rsidRPr="00BE74CE" w:rsidRDefault="00F019A8" w:rsidP="00F019A8">
                                  <w:pPr>
                                    <w:pStyle w:val="Titre5"/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F019A8" w:rsidRPr="00D26D69" w:rsidRDefault="00F019A8" w:rsidP="00F019A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F019A8" w:rsidRPr="00464A6B" w:rsidRDefault="00F019A8" w:rsidP="00F019A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F019A8" w:rsidRPr="00B77EF9" w:rsidRDefault="00F019A8" w:rsidP="00F019A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F019A8" w:rsidRPr="00B77EF9" w:rsidRDefault="00F019A8" w:rsidP="00F019A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F019A8" w:rsidRPr="00BE74CE" w:rsidRDefault="00F019A8" w:rsidP="00F019A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7369BA" id="AutoShape 8" o:spid="_x0000_s1026" style="position:absolute;margin-left:6.3pt;margin-top:18.2pt;width:492.75pt;height: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36"/>
                              <w:gridCol w:w="5670"/>
                            </w:tblGrid>
                            <w:tr w:rsidR="00F019A8" w:rsidRPr="004C20E8" w:rsidTr="004C20E8">
                              <w:tc>
                                <w:tcPr>
                                  <w:tcW w:w="3936" w:type="dxa"/>
                                </w:tcPr>
                                <w:p w:rsidR="00F019A8" w:rsidRPr="001B4199" w:rsidRDefault="00F019A8" w:rsidP="00F019A8">
                                  <w:pPr>
                                    <w:pStyle w:val="Titre5"/>
                                    <w:jc w:val="center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  <w:r w:rsidRPr="001B4199">
                                    <w:rPr>
                                      <w:sz w:val="24"/>
                                      <w:szCs w:val="24"/>
                                    </w:rPr>
                                    <w:t>GHT des Alpes du Sud</w:t>
                                  </w:r>
                                </w:p>
                                <w:p w:rsidR="00F019A8" w:rsidRPr="00D26D69" w:rsidRDefault="00F019A8" w:rsidP="00F019A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F019A8" w:rsidRPr="001B4199" w:rsidRDefault="00F019A8" w:rsidP="00F019A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B4199">
                                    <w:rPr>
                                      <w:rFonts w:ascii="Comic Sans MS" w:hAnsi="Comic Sans MS"/>
                                      <w:b/>
                                      <w:sz w:val="16"/>
                                      <w:szCs w:val="16"/>
                                    </w:rPr>
                                    <w:t>CHICAS - Cellule des Marchés</w:t>
                                  </w:r>
                                </w:p>
                                <w:p w:rsidR="00F019A8" w:rsidRPr="001B4199" w:rsidRDefault="00F019A8" w:rsidP="00F019A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1B4199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Tél. : 04.92.40.28.04</w:t>
                                  </w:r>
                                </w:p>
                                <w:p w:rsidR="00F019A8" w:rsidRPr="00BE74CE" w:rsidRDefault="00F019A8" w:rsidP="00F019A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 w:rsidRPr="001B4199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E-mail : </w:t>
                                  </w:r>
                                  <w:hyperlink r:id="rId13" w:history="1">
                                    <w:r w:rsidRPr="00E10D0E">
                                      <w:rPr>
                                        <w:rStyle w:val="Lienhypertexte"/>
                                        <w:rFonts w:ascii="Arial" w:hAnsi="Arial" w:cs="Arial"/>
                                        <w:sz w:val="14"/>
                                        <w:szCs w:val="14"/>
                                      </w:rPr>
                                      <w:t>cellulemarches@chicas-gap.fr</w:t>
                                    </w:r>
                                  </w:hyperlink>
                                </w:p>
                                <w:p w:rsidR="00F019A8" w:rsidRDefault="00F019A8" w:rsidP="00F019A8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0" w:type="dxa"/>
                                  <w:vAlign w:val="center"/>
                                </w:tcPr>
                                <w:p w:rsidR="00F019A8" w:rsidRDefault="00F019A8" w:rsidP="004C20E8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564FC97" wp14:editId="3E3B2291">
                                        <wp:extent cx="2628900" cy="781967"/>
                                        <wp:effectExtent l="0" t="0" r="0" b="0"/>
                                        <wp:docPr id="13" name="Image 13" descr="logo GH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GH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37272" cy="7844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F019A8" w:rsidRDefault="00F019A8" w:rsidP="00F019A8">
                            <w:pPr>
                              <w:pStyle w:val="Titre5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019A8" w:rsidRPr="00BE74CE" w:rsidRDefault="00F019A8" w:rsidP="00F019A8">
                            <w:pPr>
                              <w:pStyle w:val="Titre5"/>
                              <w:jc w:val="center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</w:p>
                          <w:p w:rsidR="00F019A8" w:rsidRPr="00D26D69" w:rsidRDefault="00F019A8" w:rsidP="00F019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F019A8" w:rsidRPr="00464A6B" w:rsidRDefault="00F019A8" w:rsidP="00F019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F019A8" w:rsidRPr="00B77EF9" w:rsidRDefault="00F019A8" w:rsidP="00F019A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F019A8" w:rsidRPr="00B77EF9" w:rsidRDefault="00F019A8" w:rsidP="00F019A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F019A8" w:rsidRPr="00BE74CE" w:rsidRDefault="00F019A8" w:rsidP="00F019A8">
                            <w:pPr>
                              <w:jc w:val="center"/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262" w:type="dxa"/>
          </w:tcPr>
          <w:p w:rsidR="00B23747" w:rsidRPr="00993795" w:rsidRDefault="00B23747" w:rsidP="00A458BA">
            <w:pPr>
              <w:rPr>
                <w:rFonts w:cs="Arial"/>
                <w:szCs w:val="12"/>
              </w:rPr>
            </w:pPr>
          </w:p>
          <w:p w:rsidR="00B23747" w:rsidRPr="00993795" w:rsidRDefault="00B23747" w:rsidP="00A458BA">
            <w:pPr>
              <w:rPr>
                <w:rFonts w:cs="Arial"/>
                <w:szCs w:val="12"/>
              </w:rPr>
            </w:pPr>
          </w:p>
        </w:tc>
        <w:tc>
          <w:tcPr>
            <w:tcW w:w="2076" w:type="dxa"/>
          </w:tcPr>
          <w:p w:rsidR="00B23747" w:rsidRPr="00993795" w:rsidRDefault="00B23747" w:rsidP="00A458BA">
            <w:pPr>
              <w:rPr>
                <w:rFonts w:cs="Arial"/>
                <w:szCs w:val="12"/>
              </w:rPr>
            </w:pPr>
          </w:p>
          <w:p w:rsidR="00B23747" w:rsidRPr="00993795" w:rsidRDefault="00B23747" w:rsidP="00A458BA">
            <w:pPr>
              <w:rPr>
                <w:rFonts w:cs="Arial"/>
                <w:szCs w:val="12"/>
              </w:rPr>
            </w:pPr>
          </w:p>
        </w:tc>
        <w:tc>
          <w:tcPr>
            <w:tcW w:w="2077" w:type="dxa"/>
          </w:tcPr>
          <w:p w:rsidR="00B23747" w:rsidRPr="00993795" w:rsidRDefault="00B23747" w:rsidP="00A458BA">
            <w:pPr>
              <w:rPr>
                <w:rFonts w:cs="Arial"/>
                <w:szCs w:val="12"/>
              </w:rPr>
            </w:pPr>
          </w:p>
          <w:p w:rsidR="00B23747" w:rsidRPr="00993795" w:rsidRDefault="00B23747" w:rsidP="00A458BA">
            <w:pPr>
              <w:rPr>
                <w:rFonts w:cs="Arial"/>
                <w:szCs w:val="12"/>
              </w:rPr>
            </w:pPr>
          </w:p>
          <w:p w:rsidR="00B23747" w:rsidRPr="00993795" w:rsidRDefault="00B23747" w:rsidP="00A458BA">
            <w:pPr>
              <w:rPr>
                <w:rFonts w:cs="Arial"/>
                <w:szCs w:val="12"/>
              </w:rPr>
            </w:pPr>
          </w:p>
        </w:tc>
        <w:tc>
          <w:tcPr>
            <w:tcW w:w="1661" w:type="dxa"/>
          </w:tcPr>
          <w:p w:rsidR="00B23747" w:rsidRPr="00993795" w:rsidRDefault="00B23747" w:rsidP="00A458BA">
            <w:pPr>
              <w:rPr>
                <w:rFonts w:cs="Arial"/>
                <w:szCs w:val="12"/>
              </w:rPr>
            </w:pPr>
          </w:p>
        </w:tc>
      </w:tr>
    </w:tbl>
    <w:p w:rsidR="00B23747" w:rsidRPr="00993795" w:rsidRDefault="00B23747" w:rsidP="00B23747"/>
    <w:p w:rsidR="002832AC" w:rsidRDefault="002832AC" w:rsidP="002832AC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  <w:highlight w:val="yellow"/>
        </w:rPr>
      </w:pPr>
      <w:r w:rsidRPr="006078CF">
        <w:rPr>
          <w:rFonts w:ascii="Arial" w:hAnsi="Arial" w:cs="Arial"/>
          <w:bCs/>
          <w:sz w:val="16"/>
          <w:szCs w:val="16"/>
        </w:rPr>
        <w:sym w:font="Wingdings" w:char="F031"/>
      </w:r>
      <w:r>
        <w:rPr>
          <w:rFonts w:ascii="Arial" w:hAnsi="Arial" w:cs="Arial"/>
          <w:bCs/>
          <w:sz w:val="16"/>
          <w:szCs w:val="16"/>
        </w:rPr>
        <w:t> : SE</w:t>
      </w:r>
      <w:r w:rsidR="009955DA">
        <w:rPr>
          <w:rFonts w:ascii="Arial" w:hAnsi="Arial" w:cs="Arial"/>
          <w:bCs/>
          <w:sz w:val="16"/>
          <w:szCs w:val="16"/>
        </w:rPr>
        <w:t>9</w:t>
      </w:r>
      <w:r>
        <w:rPr>
          <w:rFonts w:ascii="Arial" w:hAnsi="Arial" w:cs="Arial"/>
          <w:bCs/>
          <w:sz w:val="16"/>
          <w:szCs w:val="16"/>
        </w:rPr>
        <w:t xml:space="preserve"> N3</w:t>
      </w:r>
      <w:r w:rsidR="009955DA">
        <w:rPr>
          <w:rFonts w:ascii="Arial" w:hAnsi="Arial" w:cs="Arial"/>
          <w:bCs/>
          <w:sz w:val="16"/>
          <w:szCs w:val="16"/>
        </w:rPr>
        <w:t>2</w:t>
      </w:r>
    </w:p>
    <w:p w:rsidR="00B23747" w:rsidRPr="00993795" w:rsidRDefault="00B23747" w:rsidP="00B23747">
      <w:r w:rsidRPr="00993795">
        <w:t xml:space="preserve">  </w:t>
      </w:r>
    </w:p>
    <w:p w:rsidR="00900F71" w:rsidRPr="00F019A8" w:rsidRDefault="00900F71" w:rsidP="00900F71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sz w:val="16"/>
          <w:szCs w:val="16"/>
        </w:rPr>
      </w:pPr>
    </w:p>
    <w:p w:rsidR="00900F71" w:rsidRPr="008C080C" w:rsidRDefault="009955DA" w:rsidP="00900F71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MAINTENANCE DES SYSTEMES DE SECURITE INCENDIE, DE DESENFUMAGE, DES EXTINCTEURS ET DES POTEAUX D’INCENDIE POUR LE GROUPEMENT DE COMMANDES DU GHT DES ALPES DU SUD – MSSI23</w:t>
      </w:r>
      <w:r w:rsidR="00A95C76">
        <w:rPr>
          <w:rFonts w:ascii="Arial" w:hAnsi="Arial" w:cs="Arial"/>
          <w:b/>
          <w:sz w:val="24"/>
          <w:szCs w:val="24"/>
        </w:rPr>
        <w:t xml:space="preserve"> – Relance lot 4 </w:t>
      </w:r>
      <w:r w:rsidR="00A95C76" w:rsidRPr="00A95C76">
        <w:rPr>
          <w:rFonts w:ascii="Arial" w:hAnsi="Arial" w:cs="Arial"/>
          <w:b/>
          <w:sz w:val="24"/>
          <w:szCs w:val="24"/>
        </w:rPr>
        <w:t>Maintenance des extincteurs portatifs ou automatiques, des poteaux d’incendie, RIA et colonnes sèches</w:t>
      </w:r>
    </w:p>
    <w:p w:rsidR="00900F71" w:rsidRPr="00F019A8" w:rsidRDefault="00900F71" w:rsidP="00900F71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both"/>
        <w:rPr>
          <w:rFonts w:ascii="Arial" w:hAnsi="Arial" w:cs="Arial"/>
          <w:sz w:val="16"/>
          <w:szCs w:val="16"/>
        </w:rPr>
      </w:pPr>
    </w:p>
    <w:p w:rsidR="000B6A03" w:rsidRPr="002832AC" w:rsidRDefault="000B6A03" w:rsidP="00427372">
      <w:pPr>
        <w:ind w:right="1692"/>
        <w:rPr>
          <w:rFonts w:ascii="Arial" w:hAnsi="Arial" w:cs="Arial"/>
          <w:sz w:val="28"/>
          <w:szCs w:val="28"/>
        </w:rPr>
      </w:pPr>
    </w:p>
    <w:p w:rsidR="00427372" w:rsidRPr="004C5A46" w:rsidRDefault="004C5A46" w:rsidP="004C5A46">
      <w:pPr>
        <w:pStyle w:val="Titre1"/>
        <w:tabs>
          <w:tab w:val="clear" w:pos="6804"/>
        </w:tabs>
        <w:spacing w:line="240" w:lineRule="auto"/>
        <w:jc w:val="center"/>
        <w:rPr>
          <w:rFonts w:ascii="Arial" w:hAnsi="Arial" w:cs="Arial"/>
          <w:sz w:val="28"/>
          <w:szCs w:val="28"/>
          <w:u w:val="none"/>
        </w:rPr>
      </w:pPr>
      <w:r w:rsidRPr="004C5A46">
        <w:rPr>
          <w:rFonts w:ascii="Arial" w:hAnsi="Arial" w:cs="Arial"/>
          <w:sz w:val="28"/>
          <w:szCs w:val="28"/>
          <w:u w:val="none"/>
          <w:bdr w:val="single" w:sz="12" w:space="0" w:color="auto"/>
        </w:rPr>
        <w:t xml:space="preserve">ANNEXE </w:t>
      </w:r>
      <w:r w:rsidR="001E5F71">
        <w:rPr>
          <w:rFonts w:ascii="Arial" w:hAnsi="Arial" w:cs="Arial"/>
          <w:sz w:val="28"/>
          <w:szCs w:val="28"/>
          <w:u w:val="none"/>
          <w:bdr w:val="single" w:sz="12" w:space="0" w:color="auto"/>
        </w:rPr>
        <w:t>N°</w:t>
      </w:r>
      <w:r w:rsidR="00F019A8">
        <w:rPr>
          <w:rFonts w:ascii="Arial" w:hAnsi="Arial" w:cs="Arial"/>
          <w:sz w:val="28"/>
          <w:szCs w:val="28"/>
          <w:u w:val="none"/>
          <w:bdr w:val="single" w:sz="12" w:space="0" w:color="auto"/>
        </w:rPr>
        <w:t xml:space="preserve"> </w:t>
      </w:r>
      <w:r w:rsidR="00C924E9">
        <w:rPr>
          <w:rFonts w:ascii="Arial" w:hAnsi="Arial" w:cs="Arial"/>
          <w:sz w:val="28"/>
          <w:szCs w:val="28"/>
          <w:u w:val="none"/>
          <w:bdr w:val="single" w:sz="12" w:space="0" w:color="auto"/>
        </w:rPr>
        <w:t>6</w:t>
      </w:r>
      <w:r w:rsidR="001E5F71">
        <w:rPr>
          <w:rFonts w:ascii="Arial" w:hAnsi="Arial" w:cs="Arial"/>
          <w:sz w:val="28"/>
          <w:szCs w:val="28"/>
          <w:u w:val="none"/>
          <w:bdr w:val="single" w:sz="12" w:space="0" w:color="auto"/>
        </w:rPr>
        <w:t xml:space="preserve"> </w:t>
      </w:r>
      <w:r w:rsidR="00971C7F">
        <w:rPr>
          <w:rFonts w:ascii="Arial" w:hAnsi="Arial" w:cs="Arial"/>
          <w:sz w:val="28"/>
          <w:szCs w:val="28"/>
          <w:u w:val="none"/>
          <w:bdr w:val="single" w:sz="12" w:space="0" w:color="auto"/>
        </w:rPr>
        <w:t>A L’ACTE D’ENGAGEMENT</w:t>
      </w:r>
      <w:bookmarkStart w:id="0" w:name="_GoBack"/>
      <w:bookmarkEnd w:id="0"/>
    </w:p>
    <w:p w:rsidR="00427372" w:rsidRPr="002832AC" w:rsidRDefault="00427372" w:rsidP="00427372">
      <w:pPr>
        <w:jc w:val="center"/>
        <w:rPr>
          <w:rFonts w:ascii="Arial" w:hAnsi="Arial" w:cs="Arial"/>
          <w:sz w:val="28"/>
          <w:szCs w:val="28"/>
        </w:rPr>
      </w:pPr>
    </w:p>
    <w:p w:rsidR="004C5A46" w:rsidRDefault="00427372" w:rsidP="00F019A8">
      <w:pPr>
        <w:pStyle w:val="Corpsdetexte"/>
        <w:tabs>
          <w:tab w:val="clear" w:pos="567"/>
        </w:tabs>
        <w:jc w:val="center"/>
        <w:rPr>
          <w:rFonts w:ascii="Arial" w:hAnsi="Arial" w:cs="Arial"/>
        </w:rPr>
      </w:pPr>
      <w:r w:rsidRPr="00900F71">
        <w:rPr>
          <w:rFonts w:ascii="Arial" w:hAnsi="Arial" w:cs="Arial"/>
        </w:rPr>
        <w:t xml:space="preserve">ÉLÉMENTS CONSTITUTIFS POUR LES INTERVENTIONS </w:t>
      </w:r>
    </w:p>
    <w:p w:rsidR="00427372" w:rsidRPr="00900F71" w:rsidRDefault="00427372" w:rsidP="00F019A8">
      <w:pPr>
        <w:pStyle w:val="Corpsdetexte"/>
        <w:tabs>
          <w:tab w:val="clear" w:pos="567"/>
        </w:tabs>
        <w:jc w:val="center"/>
        <w:rPr>
          <w:rFonts w:ascii="Arial" w:hAnsi="Arial" w:cs="Arial"/>
        </w:rPr>
      </w:pPr>
      <w:r w:rsidRPr="00900F71">
        <w:rPr>
          <w:rFonts w:ascii="Arial" w:hAnsi="Arial" w:cs="Arial"/>
        </w:rPr>
        <w:t>DE MAINTENANCE CORRECTIVE – DÉPANNAGE</w:t>
      </w:r>
    </w:p>
    <w:p w:rsidR="00427372" w:rsidRDefault="00427372" w:rsidP="00427372">
      <w:pPr>
        <w:rPr>
          <w:rFonts w:ascii="Arial" w:hAnsi="Arial" w:cs="Arial"/>
          <w:sz w:val="24"/>
          <w:szCs w:val="24"/>
        </w:rPr>
      </w:pPr>
    </w:p>
    <w:p w:rsidR="002832AC" w:rsidRPr="00864091" w:rsidRDefault="002832AC" w:rsidP="00427372">
      <w:pPr>
        <w:rPr>
          <w:rFonts w:ascii="Arial" w:hAnsi="Arial" w:cs="Arial"/>
          <w:sz w:val="24"/>
          <w:szCs w:val="24"/>
        </w:rPr>
      </w:pPr>
    </w:p>
    <w:p w:rsidR="00427372" w:rsidRPr="00900F71" w:rsidRDefault="00135896" w:rsidP="00427372">
      <w:pPr>
        <w:jc w:val="center"/>
        <w:rPr>
          <w:rFonts w:ascii="Arial" w:hAnsi="Arial" w:cs="Arial"/>
        </w:rPr>
      </w:pPr>
      <w:r w:rsidRPr="00135896">
        <w:rPr>
          <w:rFonts w:ascii="Arial" w:hAnsi="Arial" w:cs="Arial"/>
          <w:b/>
          <w:sz w:val="24"/>
          <w:bdr w:val="single" w:sz="12" w:space="0" w:color="auto"/>
        </w:rPr>
        <w:t>LOT N°</w:t>
      </w:r>
      <w:r w:rsidR="00C924E9">
        <w:rPr>
          <w:rFonts w:ascii="Arial" w:hAnsi="Arial" w:cs="Arial"/>
          <w:b/>
          <w:sz w:val="24"/>
          <w:bdr w:val="single" w:sz="12" w:space="0" w:color="auto"/>
        </w:rPr>
        <w:t>4</w:t>
      </w:r>
      <w:r w:rsidR="00427372" w:rsidRPr="00135896">
        <w:rPr>
          <w:rFonts w:ascii="Arial" w:hAnsi="Arial" w:cs="Arial"/>
          <w:bdr w:val="single" w:sz="12" w:space="0" w:color="auto"/>
        </w:rPr>
        <w:t xml:space="preserve"> </w:t>
      </w:r>
    </w:p>
    <w:p w:rsidR="00427372" w:rsidRDefault="00427372" w:rsidP="00427372">
      <w:pPr>
        <w:rPr>
          <w:rFonts w:ascii="Arial" w:hAnsi="Arial" w:cs="Arial"/>
        </w:rPr>
      </w:pPr>
    </w:p>
    <w:p w:rsidR="002832AC" w:rsidRPr="00900F71" w:rsidRDefault="002832AC" w:rsidP="002832A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bdr w:val="single" w:sz="12" w:space="0" w:color="auto"/>
        </w:rPr>
        <w:t xml:space="preserve">NOM DU CANDIDAT :                                                                </w:t>
      </w:r>
      <w:r w:rsidRPr="00135896">
        <w:rPr>
          <w:rFonts w:ascii="Arial" w:hAnsi="Arial" w:cs="Arial"/>
          <w:b/>
          <w:sz w:val="24"/>
          <w:bdr w:val="single" w:sz="12" w:space="0" w:color="auto"/>
        </w:rPr>
        <w:t xml:space="preserve"> </w:t>
      </w:r>
      <w:r w:rsidRPr="00135896">
        <w:rPr>
          <w:rFonts w:ascii="Arial" w:hAnsi="Arial" w:cs="Arial"/>
          <w:bdr w:val="single" w:sz="12" w:space="0" w:color="auto"/>
        </w:rPr>
        <w:t xml:space="preserve">               </w:t>
      </w:r>
      <w:r w:rsidRPr="00135896">
        <w:rPr>
          <w:rFonts w:ascii="Arial" w:hAnsi="Arial" w:cs="Arial"/>
          <w:i/>
          <w:sz w:val="16"/>
          <w:szCs w:val="16"/>
          <w:bdr w:val="single" w:sz="12" w:space="0" w:color="auto"/>
        </w:rPr>
        <w:t>(à préciser)</w:t>
      </w:r>
    </w:p>
    <w:p w:rsidR="002832AC" w:rsidRPr="00900F71" w:rsidRDefault="002832AC" w:rsidP="0042737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307"/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64"/>
        <w:gridCol w:w="1944"/>
        <w:gridCol w:w="160"/>
        <w:gridCol w:w="2268"/>
        <w:gridCol w:w="2288"/>
        <w:gridCol w:w="2160"/>
      </w:tblGrid>
      <w:tr w:rsidR="00427372" w:rsidRPr="00900F71" w:rsidTr="00864091">
        <w:trPr>
          <w:trHeight w:val="510"/>
        </w:trPr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372" w:rsidRPr="00900F71" w:rsidRDefault="00427372" w:rsidP="00864091">
            <w:pPr>
              <w:rPr>
                <w:rFonts w:ascii="Arial" w:hAnsi="Arial" w:cs="Arial"/>
              </w:rPr>
            </w:pP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372" w:rsidRPr="00900F71" w:rsidRDefault="00427372" w:rsidP="0086409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Heures ouvrées</w:t>
            </w:r>
          </w:p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du lundi au vendredi</w:t>
            </w:r>
          </w:p>
        </w:tc>
        <w:tc>
          <w:tcPr>
            <w:tcW w:w="2288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Heures non ouvrées</w:t>
            </w:r>
          </w:p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du lundi au vendredi</w:t>
            </w:r>
          </w:p>
        </w:tc>
        <w:tc>
          <w:tcPr>
            <w:tcW w:w="2160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Samedi, dimanche et jours fériés</w:t>
            </w:r>
          </w:p>
        </w:tc>
      </w:tr>
      <w:tr w:rsidR="00427372" w:rsidRPr="00900F71" w:rsidTr="00864091">
        <w:trPr>
          <w:cantSplit/>
          <w:trHeight w:val="340"/>
        </w:trPr>
        <w:tc>
          <w:tcPr>
            <w:tcW w:w="1346" w:type="dxa"/>
            <w:vMerge w:val="restart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Agence à contacter</w:t>
            </w:r>
          </w:p>
        </w:tc>
        <w:tc>
          <w:tcPr>
            <w:tcW w:w="2268" w:type="dxa"/>
            <w:gridSpan w:val="3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N° téléphone</w:t>
            </w:r>
          </w:p>
        </w:tc>
        <w:tc>
          <w:tcPr>
            <w:tcW w:w="2268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8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</w:tr>
      <w:tr w:rsidR="00427372" w:rsidRPr="00900F71" w:rsidTr="00864091">
        <w:trPr>
          <w:cantSplit/>
          <w:trHeight w:val="340"/>
        </w:trPr>
        <w:tc>
          <w:tcPr>
            <w:tcW w:w="1346" w:type="dxa"/>
            <w:vMerge/>
          </w:tcPr>
          <w:p w:rsidR="00427372" w:rsidRPr="00900F71" w:rsidRDefault="00427372" w:rsidP="0086409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N° télécopie</w:t>
            </w:r>
          </w:p>
        </w:tc>
        <w:tc>
          <w:tcPr>
            <w:tcW w:w="2268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8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</w:tr>
      <w:tr w:rsidR="00427372" w:rsidRPr="00900F71" w:rsidTr="00864091">
        <w:trPr>
          <w:cantSplit/>
          <w:trHeight w:val="567"/>
        </w:trPr>
        <w:tc>
          <w:tcPr>
            <w:tcW w:w="1346" w:type="dxa"/>
            <w:vMerge/>
          </w:tcPr>
          <w:p w:rsidR="00427372" w:rsidRPr="00900F71" w:rsidRDefault="00427372" w:rsidP="0086409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Agence et personne à demander</w:t>
            </w:r>
          </w:p>
        </w:tc>
        <w:tc>
          <w:tcPr>
            <w:tcW w:w="2268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8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427372" w:rsidRPr="00900F71" w:rsidRDefault="00427372" w:rsidP="00864091">
            <w:pPr>
              <w:jc w:val="center"/>
              <w:rPr>
                <w:rFonts w:ascii="Arial" w:hAnsi="Arial" w:cs="Arial"/>
              </w:rPr>
            </w:pPr>
          </w:p>
        </w:tc>
      </w:tr>
      <w:tr w:rsidR="000B6A03" w:rsidRPr="00900F71" w:rsidTr="00864091">
        <w:trPr>
          <w:cantSplit/>
          <w:trHeight w:val="1134"/>
        </w:trPr>
        <w:tc>
          <w:tcPr>
            <w:tcW w:w="3454" w:type="dxa"/>
            <w:gridSpan w:val="3"/>
            <w:tcBorders>
              <w:right w:val="nil"/>
            </w:tcBorders>
            <w:vAlign w:val="center"/>
          </w:tcPr>
          <w:p w:rsidR="000B6A03" w:rsidRPr="00900F71" w:rsidRDefault="000B6A03" w:rsidP="00864091">
            <w:pPr>
              <w:jc w:val="center"/>
              <w:rPr>
                <w:rFonts w:ascii="Arial" w:hAnsi="Arial" w:cs="Arial"/>
              </w:rPr>
            </w:pPr>
            <w:r w:rsidRPr="00900F71">
              <w:rPr>
                <w:rFonts w:ascii="Arial" w:hAnsi="Arial" w:cs="Arial"/>
              </w:rPr>
              <w:t>Nombre agents affectés à ce marché</w:t>
            </w:r>
            <w:r w:rsidR="00900F71">
              <w:rPr>
                <w:rFonts w:ascii="Arial" w:hAnsi="Arial" w:cs="Arial"/>
              </w:rPr>
              <w:t xml:space="preserve"> </w:t>
            </w:r>
            <w:r w:rsidRPr="00900F71">
              <w:rPr>
                <w:rFonts w:ascii="Arial" w:hAnsi="Arial" w:cs="Arial"/>
              </w:rPr>
              <w:t>+fournir description organisation SAV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0B6A03" w:rsidRPr="00900F71" w:rsidRDefault="000B6A03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0B6A03" w:rsidRPr="00900F71" w:rsidRDefault="000B6A03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8" w:type="dxa"/>
            <w:vAlign w:val="center"/>
          </w:tcPr>
          <w:p w:rsidR="000B6A03" w:rsidRPr="00900F71" w:rsidRDefault="000B6A03" w:rsidP="008640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0B6A03" w:rsidRPr="00900F71" w:rsidRDefault="000B6A03" w:rsidP="0086409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35896" w:rsidRDefault="00135896" w:rsidP="00900F71">
      <w:pPr>
        <w:rPr>
          <w:rFonts w:ascii="Arial" w:hAnsi="Arial" w:cs="Arial"/>
        </w:rPr>
      </w:pPr>
    </w:p>
    <w:p w:rsidR="00135896" w:rsidRDefault="00135896" w:rsidP="00900F71">
      <w:pPr>
        <w:rPr>
          <w:rFonts w:ascii="Arial" w:hAnsi="Arial" w:cs="Arial"/>
        </w:rPr>
      </w:pP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655623" w:rsidTr="002832AC">
        <w:tc>
          <w:tcPr>
            <w:tcW w:w="10456" w:type="dxa"/>
          </w:tcPr>
          <w:p w:rsidR="00655623" w:rsidRDefault="00655623" w:rsidP="00900F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stock mis en place sur site pour respecter les délais de réparation :</w:t>
            </w:r>
          </w:p>
          <w:p w:rsidR="00655623" w:rsidRDefault="00655623" w:rsidP="00900F71">
            <w:pPr>
              <w:rPr>
                <w:rFonts w:ascii="Arial" w:hAnsi="Arial" w:cs="Arial"/>
              </w:rPr>
            </w:pPr>
          </w:p>
          <w:p w:rsidR="00655623" w:rsidRDefault="00655623" w:rsidP="00900F71">
            <w:pPr>
              <w:rPr>
                <w:rFonts w:ascii="Arial" w:hAnsi="Arial" w:cs="Arial"/>
              </w:rPr>
            </w:pPr>
          </w:p>
          <w:p w:rsidR="00655623" w:rsidRDefault="00655623" w:rsidP="00900F71">
            <w:pPr>
              <w:rPr>
                <w:rFonts w:ascii="Arial" w:hAnsi="Arial" w:cs="Arial"/>
              </w:rPr>
            </w:pPr>
          </w:p>
          <w:p w:rsidR="00655623" w:rsidRDefault="00655623" w:rsidP="00900F71">
            <w:pPr>
              <w:rPr>
                <w:rFonts w:ascii="Arial" w:hAnsi="Arial" w:cs="Arial"/>
              </w:rPr>
            </w:pPr>
          </w:p>
          <w:p w:rsidR="00655623" w:rsidRDefault="00655623" w:rsidP="00900F71">
            <w:pPr>
              <w:rPr>
                <w:rFonts w:ascii="Arial" w:hAnsi="Arial" w:cs="Arial"/>
              </w:rPr>
            </w:pPr>
          </w:p>
          <w:p w:rsidR="00655623" w:rsidRDefault="00655623" w:rsidP="00900F71">
            <w:pPr>
              <w:rPr>
                <w:rFonts w:ascii="Arial" w:hAnsi="Arial" w:cs="Arial"/>
              </w:rPr>
            </w:pPr>
          </w:p>
          <w:p w:rsidR="00655623" w:rsidRDefault="00655623" w:rsidP="00900F71">
            <w:pPr>
              <w:rPr>
                <w:rFonts w:ascii="Arial" w:hAnsi="Arial" w:cs="Arial"/>
              </w:rPr>
            </w:pPr>
          </w:p>
        </w:tc>
      </w:tr>
    </w:tbl>
    <w:p w:rsidR="00135896" w:rsidRDefault="00135896" w:rsidP="00900F71">
      <w:pPr>
        <w:rPr>
          <w:rFonts w:ascii="Arial" w:hAnsi="Arial" w:cs="Arial"/>
        </w:rPr>
      </w:pPr>
    </w:p>
    <w:p w:rsidR="00135896" w:rsidRDefault="00135896" w:rsidP="00900F71">
      <w:pPr>
        <w:rPr>
          <w:rFonts w:ascii="Arial" w:hAnsi="Arial" w:cs="Arial"/>
        </w:rPr>
      </w:pPr>
    </w:p>
    <w:p w:rsidR="00135896" w:rsidRDefault="00135896" w:rsidP="00900F71">
      <w:pPr>
        <w:rPr>
          <w:rFonts w:ascii="Arial" w:hAnsi="Arial" w:cs="Arial"/>
        </w:rPr>
      </w:pPr>
      <w:r>
        <w:rPr>
          <w:rFonts w:ascii="Arial" w:hAnsi="Arial" w:cs="Arial"/>
        </w:rPr>
        <w:t>A   , le</w:t>
      </w:r>
    </w:p>
    <w:p w:rsidR="00135896" w:rsidRPr="00135896" w:rsidRDefault="00135896" w:rsidP="00900F71">
      <w:pPr>
        <w:rPr>
          <w:rFonts w:ascii="Arial" w:hAnsi="Arial" w:cs="Arial"/>
          <w:i/>
          <w:sz w:val="16"/>
          <w:szCs w:val="16"/>
        </w:rPr>
      </w:pPr>
      <w:r w:rsidRPr="00135896">
        <w:rPr>
          <w:rFonts w:ascii="Arial" w:hAnsi="Arial" w:cs="Arial"/>
          <w:i/>
          <w:sz w:val="16"/>
          <w:szCs w:val="16"/>
        </w:rPr>
        <w:t>Nom du signataire, cachet de l’entreprise et signature</w:t>
      </w:r>
    </w:p>
    <w:p w:rsidR="00135896" w:rsidRPr="00900F71" w:rsidRDefault="00135896" w:rsidP="00900F71">
      <w:pPr>
        <w:rPr>
          <w:rFonts w:ascii="Arial" w:hAnsi="Arial" w:cs="Arial"/>
        </w:rPr>
      </w:pPr>
    </w:p>
    <w:sectPr w:rsidR="00135896" w:rsidRPr="00900F71" w:rsidSect="00B23747">
      <w:pgSz w:w="11906" w:h="16838"/>
      <w:pgMar w:top="426" w:right="1134" w:bottom="907" w:left="1134" w:header="720" w:footer="54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A23" w:rsidRDefault="00B10A23">
      <w:r>
        <w:separator/>
      </w:r>
    </w:p>
  </w:endnote>
  <w:endnote w:type="continuationSeparator" w:id="0">
    <w:p w:rsidR="00B10A23" w:rsidRDefault="00B10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A23" w:rsidRDefault="00B10A23">
      <w:r>
        <w:separator/>
      </w:r>
    </w:p>
  </w:footnote>
  <w:footnote w:type="continuationSeparator" w:id="0">
    <w:p w:rsidR="00B10A23" w:rsidRDefault="00B10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F51A3"/>
    <w:multiLevelType w:val="hybridMultilevel"/>
    <w:tmpl w:val="66B2430C"/>
    <w:lvl w:ilvl="0" w:tplc="C8B43E74">
      <w:start w:val="1"/>
      <w:numFmt w:val="bullet"/>
      <w:lvlText w:val=""/>
      <w:lvlJc w:val="left"/>
      <w:pPr>
        <w:tabs>
          <w:tab w:val="num" w:pos="1695"/>
        </w:tabs>
        <w:ind w:left="1695" w:hanging="36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0427799"/>
    <w:multiLevelType w:val="singleLevel"/>
    <w:tmpl w:val="27007724"/>
    <w:lvl w:ilvl="0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1B534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6ED2983"/>
    <w:multiLevelType w:val="singleLevel"/>
    <w:tmpl w:val="78386D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1E5142C"/>
    <w:multiLevelType w:val="singleLevel"/>
    <w:tmpl w:val="1AD2406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7F70CAE"/>
    <w:multiLevelType w:val="hybridMultilevel"/>
    <w:tmpl w:val="5CE0856A"/>
    <w:lvl w:ilvl="0" w:tplc="592AF6CE">
      <w:start w:val="1"/>
      <w:numFmt w:val="bullet"/>
      <w:lvlText w:val="-"/>
      <w:lvlJc w:val="left"/>
      <w:pPr>
        <w:tabs>
          <w:tab w:val="num" w:pos="3267"/>
        </w:tabs>
        <w:ind w:left="3267" w:hanging="360"/>
      </w:pPr>
      <w:rPr>
        <w:rFonts w:ascii="Times New Roman" w:hAnsi="Times New Roman" w:cs="Times New Roman" w:hint="default"/>
      </w:rPr>
    </w:lvl>
    <w:lvl w:ilvl="1" w:tplc="F3CECD66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592AF6CE">
      <w:start w:val="1"/>
      <w:numFmt w:val="bullet"/>
      <w:lvlText w:val="-"/>
      <w:lvlJc w:val="left"/>
      <w:pPr>
        <w:tabs>
          <w:tab w:val="num" w:pos="2727"/>
        </w:tabs>
        <w:ind w:left="2727" w:hanging="360"/>
      </w:pPr>
      <w:rPr>
        <w:rFonts w:ascii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EFF4446"/>
    <w:multiLevelType w:val="multilevel"/>
    <w:tmpl w:val="F9B402B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1">
      <w:start w:val="1"/>
      <w:numFmt w:val="decimal"/>
      <w:lvlText w:val="%1-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7" w15:restartNumberingAfterBreak="0">
    <w:nsid w:val="54034A0D"/>
    <w:multiLevelType w:val="singleLevel"/>
    <w:tmpl w:val="27007724"/>
    <w:lvl w:ilvl="0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hAnsi="Times New Roman" w:hint="default"/>
      </w:rPr>
    </w:lvl>
  </w:abstractNum>
  <w:abstractNum w:abstractNumId="8" w15:restartNumberingAfterBreak="0">
    <w:nsid w:val="5895157C"/>
    <w:multiLevelType w:val="hybridMultilevel"/>
    <w:tmpl w:val="E5C8DDDE"/>
    <w:lvl w:ilvl="0" w:tplc="DE0295EE">
      <w:start w:val="1"/>
      <w:numFmt w:val="bullet"/>
      <w:lvlText w:val="-"/>
      <w:lvlJc w:val="left"/>
      <w:pPr>
        <w:tabs>
          <w:tab w:val="num" w:pos="417"/>
        </w:tabs>
        <w:ind w:left="57" w:firstLine="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18422B"/>
    <w:multiLevelType w:val="hybridMultilevel"/>
    <w:tmpl w:val="79A64016"/>
    <w:lvl w:ilvl="0" w:tplc="51A2215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2A365DD"/>
    <w:multiLevelType w:val="singleLevel"/>
    <w:tmpl w:val="27007724"/>
    <w:lvl w:ilvl="0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2E53E60"/>
    <w:multiLevelType w:val="hybridMultilevel"/>
    <w:tmpl w:val="49524396"/>
    <w:lvl w:ilvl="0" w:tplc="C8EA492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653E2F"/>
    <w:multiLevelType w:val="hybridMultilevel"/>
    <w:tmpl w:val="8454ED54"/>
    <w:lvl w:ilvl="0" w:tplc="51A22152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9" w:dllVersion="512" w:checkStyle="1"/>
  <w:activeWritingStyle w:appName="MSWord" w:lang="nl-NL" w:vendorID="1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2D7"/>
    <w:rsid w:val="00005D66"/>
    <w:rsid w:val="000B6A03"/>
    <w:rsid w:val="00135896"/>
    <w:rsid w:val="001C03C4"/>
    <w:rsid w:val="001E5F71"/>
    <w:rsid w:val="002832AC"/>
    <w:rsid w:val="002B523F"/>
    <w:rsid w:val="002D5EA1"/>
    <w:rsid w:val="003408FB"/>
    <w:rsid w:val="00427372"/>
    <w:rsid w:val="004C20E8"/>
    <w:rsid w:val="004C5A46"/>
    <w:rsid w:val="004D6D33"/>
    <w:rsid w:val="00500272"/>
    <w:rsid w:val="005F7007"/>
    <w:rsid w:val="00655623"/>
    <w:rsid w:val="00735AC1"/>
    <w:rsid w:val="00816AC4"/>
    <w:rsid w:val="00864091"/>
    <w:rsid w:val="008C080C"/>
    <w:rsid w:val="00900F71"/>
    <w:rsid w:val="00971C7F"/>
    <w:rsid w:val="009955DA"/>
    <w:rsid w:val="009F18A2"/>
    <w:rsid w:val="00A95C76"/>
    <w:rsid w:val="00B10A23"/>
    <w:rsid w:val="00B23747"/>
    <w:rsid w:val="00C272D7"/>
    <w:rsid w:val="00C924E9"/>
    <w:rsid w:val="00E0150C"/>
    <w:rsid w:val="00E02AF7"/>
    <w:rsid w:val="00F0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777"/>
    </o:shapedefaults>
    <o:shapelayout v:ext="edit">
      <o:idmap v:ext="edit" data="1"/>
    </o:shapelayout>
  </w:shapeDefaults>
  <w:decimalSymbol w:val=","/>
  <w:listSeparator w:val=";"/>
  <w14:docId w14:val="65BFBB2C"/>
  <w15:docId w15:val="{0B19B1A8-853A-4BCD-935E-58DC62D8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6804"/>
      </w:tabs>
      <w:spacing w:line="480" w:lineRule="auto"/>
      <w:ind w:right="-2"/>
      <w:jc w:val="both"/>
      <w:outlineLvl w:val="0"/>
    </w:pPr>
    <w:rPr>
      <w:rFonts w:ascii="Comic Sans MS" w:hAnsi="Comic Sans MS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804"/>
      </w:tabs>
      <w:ind w:left="-142" w:right="-2"/>
      <w:jc w:val="both"/>
      <w:outlineLvl w:val="1"/>
    </w:pPr>
    <w:rPr>
      <w:rFonts w:ascii="Comic Sans MS" w:hAnsi="Comic Sans MS"/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</w:tabs>
      <w:ind w:left="-851" w:right="-2"/>
      <w:jc w:val="both"/>
      <w:outlineLvl w:val="2"/>
    </w:pPr>
    <w:rPr>
      <w:rFonts w:ascii="Comic Sans MS" w:hAnsi="Comic Sans MS"/>
      <w:b/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pos="567"/>
      </w:tabs>
      <w:jc w:val="both"/>
      <w:outlineLvl w:val="3"/>
    </w:pPr>
    <w:rPr>
      <w:rFonts w:ascii="Comic Sans MS" w:hAnsi="Comic Sans MS"/>
      <w:b/>
      <w:sz w:val="24"/>
      <w:u w:val="single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Comic Sans MS" w:hAnsi="Comic Sans MS"/>
      <w:b/>
      <w:sz w:val="22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276"/>
      </w:tabs>
      <w:ind w:left="851" w:hanging="851"/>
      <w:jc w:val="both"/>
      <w:outlineLvl w:val="5"/>
    </w:pPr>
    <w:rPr>
      <w:rFonts w:ascii="Comic Sans MS" w:hAnsi="Comic Sans MS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center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ind w:right="-2"/>
      <w:jc w:val="center"/>
      <w:outlineLvl w:val="8"/>
    </w:pPr>
    <w:rPr>
      <w:rFonts w:ascii="Comic Sans MS" w:hAnsi="Comic Sans MS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pPr>
      <w:tabs>
        <w:tab w:val="right" w:leader="dot" w:pos="8789"/>
      </w:tabs>
      <w:spacing w:before="120" w:after="120"/>
    </w:pPr>
    <w:rPr>
      <w:rFonts w:ascii="Comic Sans MS" w:hAnsi="Comic Sans MS"/>
      <w:b/>
      <w: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suivivisit">
    <w:name w:val="FollowedHyperlink"/>
    <w:rPr>
      <w:color w:val="800080"/>
      <w:u w:val="single"/>
    </w:rPr>
  </w:style>
  <w:style w:type="paragraph" w:styleId="TM2">
    <w:name w:val="toc 2"/>
    <w:basedOn w:val="Normal"/>
    <w:next w:val="Normal"/>
    <w:autoRedefine/>
    <w:semiHidden/>
    <w:pPr>
      <w:ind w:left="200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paragraph" w:styleId="Normalcentr">
    <w:name w:val="Block Text"/>
    <w:basedOn w:val="Normal"/>
    <w:pPr>
      <w:tabs>
        <w:tab w:val="left" w:pos="1276"/>
      </w:tabs>
      <w:ind w:left="1276" w:right="-2" w:hanging="142"/>
      <w:jc w:val="both"/>
    </w:pPr>
    <w:rPr>
      <w:rFonts w:ascii="Comic Sans MS" w:hAnsi="Comic Sans MS"/>
      <w:sz w:val="24"/>
    </w:rPr>
  </w:style>
  <w:style w:type="paragraph" w:styleId="Corpsdetexte">
    <w:name w:val="Body Text"/>
    <w:basedOn w:val="Normal"/>
    <w:pPr>
      <w:tabs>
        <w:tab w:val="left" w:pos="567"/>
      </w:tabs>
      <w:ind w:right="-2"/>
      <w:jc w:val="both"/>
    </w:pPr>
    <w:rPr>
      <w:rFonts w:ascii="Comic Sans MS" w:hAnsi="Comic Sans MS"/>
      <w:b/>
      <w:i/>
      <w:sz w:val="24"/>
    </w:rPr>
  </w:style>
  <w:style w:type="paragraph" w:styleId="Retraitcorpsdetexte">
    <w:name w:val="Body Text Indent"/>
    <w:basedOn w:val="Normal"/>
    <w:pPr>
      <w:tabs>
        <w:tab w:val="left" w:pos="851"/>
        <w:tab w:val="left" w:pos="1418"/>
      </w:tabs>
      <w:ind w:left="851" w:hanging="851"/>
      <w:jc w:val="both"/>
    </w:pPr>
    <w:rPr>
      <w:rFonts w:ascii="Comic Sans MS" w:hAnsi="Comic Sans MS"/>
      <w:sz w:val="24"/>
    </w:rPr>
  </w:style>
  <w:style w:type="paragraph" w:styleId="Corpsdetexte2">
    <w:name w:val="Body Text 2"/>
    <w:basedOn w:val="Normal"/>
    <w:pPr>
      <w:tabs>
        <w:tab w:val="left" w:pos="6804"/>
      </w:tabs>
      <w:ind w:right="-2"/>
      <w:jc w:val="both"/>
    </w:pPr>
    <w:rPr>
      <w:rFonts w:ascii="Comic Sans MS" w:hAnsi="Comic Sans MS" w:cs="Tahoma"/>
      <w:sz w:val="24"/>
    </w:rPr>
  </w:style>
  <w:style w:type="paragraph" w:styleId="Corpsdetexte3">
    <w:name w:val="Body Text 3"/>
    <w:basedOn w:val="Normal"/>
    <w:pPr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</w:pPr>
    <w:rPr>
      <w:rFonts w:ascii="Comic Sans MS" w:hAnsi="Comic Sans MS"/>
      <w:sz w:val="24"/>
    </w:rPr>
  </w:style>
  <w:style w:type="character" w:customStyle="1" w:styleId="Titre5Car">
    <w:name w:val="Titre 5 Car"/>
    <w:link w:val="Titre5"/>
    <w:rsid w:val="00900F71"/>
    <w:rPr>
      <w:rFonts w:ascii="Comic Sans MS" w:hAnsi="Comic Sans MS"/>
      <w:b/>
      <w:sz w:val="22"/>
    </w:rPr>
  </w:style>
  <w:style w:type="paragraph" w:styleId="Textedebulles">
    <w:name w:val="Balloon Text"/>
    <w:basedOn w:val="Normal"/>
    <w:link w:val="TextedebullesCar"/>
    <w:rsid w:val="004C5A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C5A4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5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ellulemarches@chicas-gap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llulemarches@chicas-gap.f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contrat%20entreti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B94FAF5456524D8D1C1A13B8AC8E7B" ma:contentTypeVersion="5" ma:contentTypeDescription="Crée un document." ma:contentTypeScope="" ma:versionID="4ce6c0e0cb5483427ba7965d7f187be4">
  <xsd:schema xmlns:xsd="http://www.w3.org/2001/XMLSchema" xmlns:xs="http://www.w3.org/2001/XMLSchema" xmlns:p="http://schemas.microsoft.com/office/2006/metadata/properties" xmlns:ns2="a6bdfd76-72c3-4a3f-a658-6c547106582a" xmlns:ns3="c52a1c24-c6a8-4cfe-b314-2a1c284a8e9a" targetNamespace="http://schemas.microsoft.com/office/2006/metadata/properties" ma:root="true" ma:fieldsID="e111c2a0757e377d2fc4f56a3798bf89" ns2:_="" ns3:_="">
    <xsd:import namespace="a6bdfd76-72c3-4a3f-a658-6c547106582a"/>
    <xsd:import namespace="c52a1c24-c6a8-4cfe-b314-2a1c284a8e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dfd76-72c3-4a3f-a658-6c5471065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a1c24-c6a8-4cfe-b314-2a1c284a8e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43DD-140B-4CDF-9F90-5C1BFFBEAE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87D4D-E246-49CB-9119-E0DCA6658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dfd76-72c3-4a3f-a658-6c547106582a"/>
    <ds:schemaRef ds:uri="c52a1c24-c6a8-4cfe-b314-2a1c284a8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FC5BEB-7DA3-438E-986E-A75796F730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5CE77A-2430-4313-A0B0-24350515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contrat entretien</Template>
  <TotalTime>4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SERVICES TECHIQUES</vt:lpstr>
    </vt:vector>
  </TitlesOfParts>
  <Company>Informatique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TECHIQUES</dc:title>
  <dc:creator>generique_gap</dc:creator>
  <cp:lastModifiedBy>SCHWARTZ, Maud</cp:lastModifiedBy>
  <cp:revision>9</cp:revision>
  <cp:lastPrinted>2019-08-14T15:56:00Z</cp:lastPrinted>
  <dcterms:created xsi:type="dcterms:W3CDTF">2019-09-02T09:25:00Z</dcterms:created>
  <dcterms:modified xsi:type="dcterms:W3CDTF">2025-10-21T14:49:00Z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0x010100CEB94FAF5456524D8D1C1A13B8AC8E7B</vt:lpwstr>
  </property>
</Properties>
</file>